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35A" w:rsidRDefault="00B54688">
      <w:pPr>
        <w:jc w:val="center"/>
        <w:rPr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国家标准（征求意见稿）征求意见表</w:t>
      </w:r>
      <w:r>
        <w:rPr>
          <w:rFonts w:hint="eastAsia"/>
          <w:b/>
          <w:bCs/>
          <w:sz w:val="32"/>
        </w:rPr>
        <w:t xml:space="preserve">    </w:t>
      </w:r>
    </w:p>
    <w:p w:rsidR="0093035A" w:rsidRDefault="00B54688">
      <w:pPr>
        <w:jc w:val="left"/>
      </w:pPr>
      <w:r>
        <w:rPr>
          <w:rFonts w:hint="eastAsia"/>
        </w:rPr>
        <w:t>国家标准名称：</w:t>
      </w:r>
      <w:r w:rsidR="005D2C7C" w:rsidRPr="005D2C7C">
        <w:rPr>
          <w:rFonts w:hint="eastAsia"/>
        </w:rPr>
        <w:t>橡胶密封件</w:t>
      </w:r>
      <w:r w:rsidR="005D2C7C" w:rsidRPr="005D2C7C">
        <w:rPr>
          <w:rFonts w:hint="eastAsia"/>
        </w:rPr>
        <w:t xml:space="preserve"> </w:t>
      </w:r>
      <w:r w:rsidR="005D2C7C" w:rsidRPr="005D2C7C">
        <w:rPr>
          <w:rFonts w:hint="eastAsia"/>
        </w:rPr>
        <w:t>给、排水管及污水管道用接口密封圈</w:t>
      </w:r>
      <w:r w:rsidR="005D2C7C" w:rsidRPr="005D2C7C">
        <w:rPr>
          <w:rFonts w:hint="eastAsia"/>
        </w:rPr>
        <w:t xml:space="preserve"> </w:t>
      </w:r>
      <w:r w:rsidR="005D2C7C" w:rsidRPr="005D2C7C">
        <w:rPr>
          <w:rFonts w:hint="eastAsia"/>
        </w:rPr>
        <w:t>材料规范</w:t>
      </w:r>
      <w:r>
        <w:rPr>
          <w:rFonts w:hint="eastAsia"/>
        </w:rPr>
        <w:t xml:space="preserve">           </w:t>
      </w:r>
      <w:r>
        <w:t xml:space="preserve">        </w:t>
      </w:r>
      <w:r>
        <w:rPr>
          <w:rFonts w:hint="eastAsia"/>
        </w:rPr>
        <w:t>负责起草单位：</w:t>
      </w:r>
      <w:r w:rsidR="005D2C7C" w:rsidRPr="005D2C7C">
        <w:rPr>
          <w:rFonts w:hint="eastAsia"/>
        </w:rPr>
        <w:t>马鞍山宏力橡胶制品有限公司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690"/>
        <w:gridCol w:w="2977"/>
        <w:gridCol w:w="8653"/>
      </w:tblGrid>
      <w:tr w:rsidR="0093035A">
        <w:trPr>
          <w:cantSplit/>
          <w:trHeight w:val="429"/>
        </w:trPr>
        <w:tc>
          <w:tcPr>
            <w:tcW w:w="828" w:type="dxa"/>
            <w:vAlign w:val="center"/>
          </w:tcPr>
          <w:p w:rsidR="0093035A" w:rsidRDefault="00B54688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690" w:type="dxa"/>
            <w:vAlign w:val="center"/>
          </w:tcPr>
          <w:p w:rsidR="0093035A" w:rsidRDefault="00B54688">
            <w:pPr>
              <w:jc w:val="center"/>
            </w:pPr>
            <w:r>
              <w:rPr>
                <w:rFonts w:hint="eastAsia"/>
              </w:rPr>
              <w:t>标准章条号</w:t>
            </w:r>
          </w:p>
        </w:tc>
        <w:tc>
          <w:tcPr>
            <w:tcW w:w="2977" w:type="dxa"/>
            <w:vAlign w:val="center"/>
          </w:tcPr>
          <w:p w:rsidR="0093035A" w:rsidRDefault="00B54688">
            <w:pPr>
              <w:jc w:val="center"/>
            </w:pPr>
            <w:r>
              <w:rPr>
                <w:rFonts w:hint="eastAsia"/>
              </w:rPr>
              <w:t>标准内容</w:t>
            </w:r>
          </w:p>
        </w:tc>
        <w:tc>
          <w:tcPr>
            <w:tcW w:w="8653" w:type="dxa"/>
            <w:vAlign w:val="center"/>
          </w:tcPr>
          <w:p w:rsidR="0093035A" w:rsidRDefault="00B54688">
            <w:pPr>
              <w:jc w:val="center"/>
            </w:pPr>
            <w:r>
              <w:rPr>
                <w:rFonts w:hint="eastAsia"/>
              </w:rPr>
              <w:t>意见、建议</w:t>
            </w:r>
          </w:p>
        </w:tc>
      </w:tr>
      <w:tr w:rsidR="0093035A">
        <w:trPr>
          <w:cantSplit/>
          <w:trHeight w:val="42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>
            <w:pPr>
              <w:spacing w:line="360" w:lineRule="auto"/>
            </w:pPr>
          </w:p>
        </w:tc>
      </w:tr>
      <w:tr w:rsidR="0093035A">
        <w:trPr>
          <w:cantSplit/>
          <w:trHeight w:val="47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>
            <w:bookmarkStart w:id="0" w:name="_GoBack"/>
            <w:bookmarkEnd w:id="0"/>
          </w:p>
        </w:tc>
      </w:tr>
      <w:tr w:rsidR="0093035A">
        <w:trPr>
          <w:cantSplit/>
          <w:trHeight w:val="47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5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5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5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48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57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57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65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</w:tbl>
    <w:p w:rsidR="0093035A" w:rsidRDefault="00B54688">
      <w:pPr>
        <w:tabs>
          <w:tab w:val="left" w:pos="10818"/>
        </w:tabs>
        <w:spacing w:beforeLines="100" w:before="312"/>
        <w:ind w:firstLineChars="250" w:firstLine="525"/>
      </w:pPr>
      <w:r>
        <w:rPr>
          <w:rFonts w:hint="eastAsia"/>
        </w:rPr>
        <w:t>提出意见单位：</w:t>
      </w:r>
      <w:r>
        <w:t xml:space="preserve">                                                                 </w:t>
      </w:r>
      <w:r>
        <w:rPr>
          <w:rFonts w:hint="eastAsia"/>
        </w:rPr>
        <w:t>提出意见委员：</w:t>
      </w:r>
    </w:p>
    <w:p w:rsidR="0093035A" w:rsidRDefault="00B54688">
      <w:pPr>
        <w:ind w:leftChars="4200" w:left="8820"/>
      </w:pPr>
      <w:r>
        <w:rPr>
          <w:rFonts w:hint="eastAsia"/>
        </w:rPr>
        <w:t>日</w:t>
      </w:r>
      <w:r>
        <w:rPr>
          <w:rFonts w:hint="eastAsia"/>
        </w:rPr>
        <w:t xml:space="preserve">  </w:t>
      </w:r>
      <w:r>
        <w:rPr>
          <w:rFonts w:hint="eastAsia"/>
        </w:rPr>
        <w:t>期：</w:t>
      </w:r>
    </w:p>
    <w:p w:rsidR="0093035A" w:rsidRDefault="0093035A">
      <w:pPr>
        <w:widowControl/>
        <w:jc w:val="left"/>
      </w:pPr>
    </w:p>
    <w:sectPr w:rsidR="0093035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C43" w:rsidRDefault="008C3C43" w:rsidP="00BE7392">
      <w:r>
        <w:separator/>
      </w:r>
    </w:p>
  </w:endnote>
  <w:endnote w:type="continuationSeparator" w:id="0">
    <w:p w:rsidR="008C3C43" w:rsidRDefault="008C3C43" w:rsidP="00BE7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C43" w:rsidRDefault="008C3C43" w:rsidP="00BE7392">
      <w:r>
        <w:separator/>
      </w:r>
    </w:p>
  </w:footnote>
  <w:footnote w:type="continuationSeparator" w:id="0">
    <w:p w:rsidR="008C3C43" w:rsidRDefault="008C3C43" w:rsidP="00BE7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dlMzMyODAxOTAwNTU2MzllZWI0NDQ2NWFmOWQ5YzgifQ=="/>
  </w:docVars>
  <w:rsids>
    <w:rsidRoot w:val="00C87204"/>
    <w:rsid w:val="000573C8"/>
    <w:rsid w:val="00120C88"/>
    <w:rsid w:val="0018532E"/>
    <w:rsid w:val="00191451"/>
    <w:rsid w:val="002276FF"/>
    <w:rsid w:val="00255242"/>
    <w:rsid w:val="002730A5"/>
    <w:rsid w:val="002911A7"/>
    <w:rsid w:val="00293BF3"/>
    <w:rsid w:val="002B4C0C"/>
    <w:rsid w:val="002E2C45"/>
    <w:rsid w:val="003F4136"/>
    <w:rsid w:val="00417C62"/>
    <w:rsid w:val="004852D3"/>
    <w:rsid w:val="00496523"/>
    <w:rsid w:val="004A0A2F"/>
    <w:rsid w:val="004B6CA5"/>
    <w:rsid w:val="005828DC"/>
    <w:rsid w:val="005D2C7C"/>
    <w:rsid w:val="005D3DE7"/>
    <w:rsid w:val="006178ED"/>
    <w:rsid w:val="006A3DE1"/>
    <w:rsid w:val="00734B43"/>
    <w:rsid w:val="007375C2"/>
    <w:rsid w:val="007510AE"/>
    <w:rsid w:val="00797BA8"/>
    <w:rsid w:val="008264A0"/>
    <w:rsid w:val="008C3C43"/>
    <w:rsid w:val="008F67E6"/>
    <w:rsid w:val="0093035A"/>
    <w:rsid w:val="00941199"/>
    <w:rsid w:val="00953372"/>
    <w:rsid w:val="009E3894"/>
    <w:rsid w:val="00A93268"/>
    <w:rsid w:val="00B54688"/>
    <w:rsid w:val="00B8752F"/>
    <w:rsid w:val="00BD1C25"/>
    <w:rsid w:val="00BE7392"/>
    <w:rsid w:val="00BE7474"/>
    <w:rsid w:val="00BF2943"/>
    <w:rsid w:val="00C02550"/>
    <w:rsid w:val="00C34C3D"/>
    <w:rsid w:val="00C87204"/>
    <w:rsid w:val="00C950ED"/>
    <w:rsid w:val="00CD52A6"/>
    <w:rsid w:val="00D30397"/>
    <w:rsid w:val="00D34953"/>
    <w:rsid w:val="00D47EDB"/>
    <w:rsid w:val="00E33143"/>
    <w:rsid w:val="00EB4458"/>
    <w:rsid w:val="00F8512F"/>
    <w:rsid w:val="00FF5AED"/>
    <w:rsid w:val="16BF02BA"/>
    <w:rsid w:val="51806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9D4AA5-F169-4A05-96EA-E36B0CA0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AB3C8-4D60-4B1D-A25E-7D1E953E0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>P R C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王菲</dc:creator>
  <cp:lastModifiedBy>徐晓辉</cp:lastModifiedBy>
  <cp:revision>6</cp:revision>
  <dcterms:created xsi:type="dcterms:W3CDTF">2024-06-03T09:09:00Z</dcterms:created>
  <dcterms:modified xsi:type="dcterms:W3CDTF">2024-12-09T00:49:00Z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7E190F7859284B2DA12E273C599072DE</vt:lpwstr>
  </property>
</Properties>
</file>